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1743" w14:textId="77777777" w:rsidR="00BC12A9" w:rsidRPr="00B169DF" w:rsidRDefault="00BC12A9" w:rsidP="00BC12A9">
      <w:pPr>
        <w:spacing w:line="240" w:lineRule="auto"/>
        <w:jc w:val="right"/>
        <w:rPr>
          <w:rFonts w:ascii="Corbel" w:hAnsi="Corbel"/>
          <w:bCs/>
          <w:i/>
        </w:rPr>
      </w:pPr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715A3DFA" w14:textId="77777777" w:rsidR="00BC12A9" w:rsidRPr="00B169DF" w:rsidRDefault="00BC12A9" w:rsidP="00BC12A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E089B74" w14:textId="77777777" w:rsidR="00BC12A9" w:rsidRPr="00B169DF" w:rsidRDefault="00BC12A9" w:rsidP="00BC12A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B407FE5" w14:textId="77777777" w:rsidR="00BC12A9" w:rsidRPr="00B169DF" w:rsidRDefault="00BC12A9" w:rsidP="00BC12A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4772400" w14:textId="77777777" w:rsidR="00BC12A9" w:rsidRPr="00B169DF" w:rsidRDefault="00BC12A9" w:rsidP="00BC12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C12A9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08BC6EF0" w:rsidR="0085747A" w:rsidRPr="00832F78" w:rsidRDefault="009F3562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Historia i współczesność teorii spiskowych</w:t>
            </w:r>
          </w:p>
        </w:tc>
      </w:tr>
      <w:tr w:rsidR="0085747A" w:rsidRPr="00B169DF" w14:paraId="50449669" w14:textId="77777777" w:rsidTr="00BC12A9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12A9" w:rsidRPr="00B169DF" w14:paraId="3BBAAF04" w14:textId="77777777" w:rsidTr="00BC12A9">
        <w:tc>
          <w:tcPr>
            <w:tcW w:w="2694" w:type="dxa"/>
            <w:vAlign w:val="center"/>
          </w:tcPr>
          <w:p w14:paraId="724B1CBF" w14:textId="77777777" w:rsidR="00BC12A9" w:rsidRPr="00B169DF" w:rsidRDefault="00BC12A9" w:rsidP="00BC12A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1B4CB92B" w:rsidR="00BC12A9" w:rsidRPr="00B169DF" w:rsidRDefault="00BC12A9" w:rsidP="00BC12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BC12A9" w:rsidRPr="00B169DF" w14:paraId="7ADB698E" w14:textId="77777777" w:rsidTr="00BC12A9">
        <w:tc>
          <w:tcPr>
            <w:tcW w:w="2694" w:type="dxa"/>
            <w:vAlign w:val="center"/>
          </w:tcPr>
          <w:p w14:paraId="03D9071F" w14:textId="77777777" w:rsidR="00BC12A9" w:rsidRPr="00B169DF" w:rsidRDefault="00BC12A9" w:rsidP="00BC12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63FEDB1F" w:rsidR="00BC12A9" w:rsidRPr="00B169DF" w:rsidRDefault="00BC12A9" w:rsidP="00BC12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C12A9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4324ADBD" w:rsidR="0085747A" w:rsidRPr="000D2709" w:rsidRDefault="000D2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0D2709">
              <w:rPr>
                <w:rFonts w:ascii="Corbel" w:hAnsi="Corbel"/>
                <w:b w:val="0"/>
                <w:iCs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C12A9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1F6EE32F" w:rsidR="0085747A" w:rsidRPr="00B169DF" w:rsidRDefault="000D2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I-go stopnia</w:t>
            </w:r>
          </w:p>
        </w:tc>
      </w:tr>
      <w:tr w:rsidR="0085747A" w:rsidRPr="00B169DF" w14:paraId="23A688AE" w14:textId="77777777" w:rsidTr="00BC12A9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48ECAB1A" w:rsidR="0085747A" w:rsidRPr="00B169DF" w:rsidRDefault="000D2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32F7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B169DF" w14:paraId="103F39EC" w14:textId="77777777" w:rsidTr="00BC12A9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62E54AB0" w:rsidR="0085747A" w:rsidRPr="00B169DF" w:rsidRDefault="000D2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C12A9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298FD2B2" w:rsidR="0085747A" w:rsidRPr="00B169DF" w:rsidRDefault="00810768" w:rsidP="00832F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714F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D33C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2572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0D2709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4F3BFCBC" w14:textId="77777777" w:rsidTr="00BC12A9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485FF4CB" w:rsidR="0085747A" w:rsidRPr="00B169DF" w:rsidRDefault="00136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34DA5F" w14:textId="77777777" w:rsidTr="00BC12A9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7B62E5AD" w:rsidR="00923D7D" w:rsidRPr="00B169DF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22D64D91" w14:textId="77777777" w:rsidTr="00BC12A9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26AAC8DF" w:rsidR="0085747A" w:rsidRPr="000D1080" w:rsidRDefault="000D1080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080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D33C1">
              <w:rPr>
                <w:rFonts w:ascii="Corbel" w:hAnsi="Corbel"/>
                <w:b w:val="0"/>
                <w:sz w:val="24"/>
                <w:szCs w:val="24"/>
              </w:rPr>
              <w:t xml:space="preserve"> Marek Bosak</w:t>
            </w:r>
            <w:r w:rsidR="00810768" w:rsidRPr="000D1080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5747A" w:rsidRPr="00B169DF" w14:paraId="7C5E489D" w14:textId="77777777" w:rsidTr="00BC12A9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34CDD177" w:rsidR="0085747A" w:rsidRPr="00B169DF" w:rsidRDefault="000D1080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08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D33C1">
              <w:rPr>
                <w:rFonts w:ascii="Corbel" w:hAnsi="Corbel"/>
                <w:b w:val="0"/>
                <w:sz w:val="24"/>
                <w:szCs w:val="24"/>
              </w:rPr>
              <w:t>Marek Bosak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1FA8F51E" w:rsidR="00015B8F" w:rsidRPr="00B169DF" w:rsidRDefault="000D27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5BF8C7D3" w:rsidR="00015B8F" w:rsidRPr="00B169DF" w:rsidRDefault="000D27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299A6817" w:rsidR="00015B8F" w:rsidRPr="00B169DF" w:rsidRDefault="00171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382B2A3" w:rsidR="00015B8F" w:rsidRPr="00B169DF" w:rsidRDefault="000D27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CDA183B" w:rsidR="00015B8F" w:rsidRPr="00B169DF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387CDDF7" w:rsidR="00015B8F" w:rsidRPr="00B169DF" w:rsidRDefault="008107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2294564E" w:rsidR="00015B8F" w:rsidRPr="00B169DF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2FBFC435" w:rsidR="00015B8F" w:rsidRPr="00B169DF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6AD6DEDF" w:rsidR="00015B8F" w:rsidRPr="00B169DF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2D342FEF" w:rsidR="00015B8F" w:rsidRPr="00B169DF" w:rsidRDefault="00171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1C077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59E17B27" w:rsidR="0085747A" w:rsidRPr="00B169DF" w:rsidRDefault="001C07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</w:rPr>
        <w:t>X</w:t>
      </w:r>
      <w:r w:rsidR="0085747A" w:rsidRPr="001C077F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="0085747A" w:rsidRPr="001C077F">
        <w:rPr>
          <w:rFonts w:ascii="Corbel" w:hAnsi="Corbel"/>
          <w:b w:val="0"/>
          <w:smallCaps w:val="0"/>
          <w:szCs w:val="24"/>
          <w:u w:val="single"/>
        </w:rPr>
        <w:t xml:space="preserve"> zajęcia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C077F">
        <w:rPr>
          <w:rFonts w:ascii="Corbel" w:hAnsi="Corbel"/>
          <w:b w:val="0"/>
          <w:smallCaps w:val="0"/>
          <w:szCs w:val="24"/>
          <w:u w:val="single"/>
        </w:rPr>
        <w:t>w formie tradycyjnej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1C077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2CD5F" w14:textId="4973C4C8" w:rsidR="00A370B1" w:rsidRDefault="001714F0" w:rsidP="009C54AE">
      <w:pPr>
        <w:pStyle w:val="Punktygwne"/>
        <w:spacing w:before="0" w:after="0"/>
        <w:rPr>
          <w:rFonts w:ascii="Corbel" w:hAnsi="Corbel"/>
          <w:szCs w:val="24"/>
        </w:rPr>
      </w:pPr>
      <w:proofErr w:type="spellStart"/>
      <w:r>
        <w:rPr>
          <w:rFonts w:ascii="Corbel" w:hAnsi="Corbel"/>
          <w:szCs w:val="24"/>
        </w:rPr>
        <w:t>Zo</w:t>
      </w:r>
      <w:proofErr w:type="spellEnd"/>
    </w:p>
    <w:p w14:paraId="4C780DD5" w14:textId="4C8CE10F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EE216F8" w14:textId="1F809EB6" w:rsidR="0085747A" w:rsidRPr="00B169DF" w:rsidRDefault="00382D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2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dysponować wiedzą i umiejętnościami zdobytymi w pierwszych trzech semestrach studiów oraz posiadać ogólną orientację w bieżących wydarzeniach polityki krajowej i międzynarodowej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224440E6" w:rsidR="0085747A" w:rsidRPr="00B169DF" w:rsidRDefault="00382D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słuchaczy z teoretycznymi </w:t>
            </w:r>
            <w:r w:rsidR="002715D1">
              <w:rPr>
                <w:rFonts w:ascii="Corbel" w:hAnsi="Corbel"/>
                <w:b w:val="0"/>
                <w:sz w:val="24"/>
                <w:szCs w:val="24"/>
              </w:rPr>
              <w:t xml:space="preserve">ujęciami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teorii spiskowej 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>funkcjonującymi w literaturze przedmiotu</w:t>
            </w:r>
            <w:r w:rsidR="002715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0331891C" w:rsidR="0085747A" w:rsidRPr="00B169DF" w:rsidRDefault="00382D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5EA1E00D" w:rsidR="0085747A" w:rsidRPr="00B169DF" w:rsidRDefault="00382D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Zajęcia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 powin</w:t>
            </w:r>
            <w:r>
              <w:rPr>
                <w:rFonts w:ascii="Corbel" w:hAnsi="Corbel"/>
                <w:b w:val="0"/>
                <w:sz w:val="24"/>
                <w:szCs w:val="24"/>
              </w:rPr>
              <w:t>ny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 dostarczyć słuchaczom narzędzi teoretycznych dzięki którym będą oni w stanie rozpozna</w:t>
            </w:r>
            <w:r w:rsidR="002715D1">
              <w:rPr>
                <w:rFonts w:ascii="Corbel" w:hAnsi="Corbel"/>
                <w:b w:val="0"/>
                <w:sz w:val="24"/>
                <w:szCs w:val="24"/>
              </w:rPr>
              <w:t>wa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ć </w:t>
            </w:r>
            <w:r w:rsidR="002715D1">
              <w:rPr>
                <w:rFonts w:ascii="Corbel" w:hAnsi="Corbel"/>
                <w:b w:val="0"/>
                <w:sz w:val="24"/>
                <w:szCs w:val="24"/>
              </w:rPr>
              <w:t>teorie spiskowe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 i dostrze</w:t>
            </w:r>
            <w:r w:rsidR="002715D1">
              <w:rPr>
                <w:rFonts w:ascii="Corbel" w:hAnsi="Corbel"/>
                <w:b w:val="0"/>
                <w:sz w:val="24"/>
                <w:szCs w:val="24"/>
              </w:rPr>
              <w:t>gać zawarte w nich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 zabiegi mające na celu manipulowanie ludzkim zachowaniem.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39C68EA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82D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0FCC0E10" w:rsidR="0085747A" w:rsidRPr="00B169DF" w:rsidRDefault="00382D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2DAE">
              <w:rPr>
                <w:rFonts w:ascii="Corbel" w:hAnsi="Corbel"/>
                <w:b w:val="0"/>
                <w:sz w:val="24"/>
                <w:szCs w:val="24"/>
              </w:rPr>
              <w:t xml:space="preserve">Student powinien w trakcie kursu zapoznać się </w:t>
            </w:r>
            <w:r w:rsidR="002715D1">
              <w:rPr>
                <w:rFonts w:ascii="Corbel" w:hAnsi="Corbel"/>
                <w:b w:val="0"/>
                <w:sz w:val="24"/>
                <w:szCs w:val="24"/>
              </w:rPr>
              <w:t>z historycznymi i współczesnymi przykładami teorii spiskowych</w:t>
            </w:r>
            <w:r w:rsidRPr="00382DA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832F78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0BEF" w:rsidRPr="00B169DF" w14:paraId="636D3ED7" w14:textId="77777777" w:rsidTr="00832F78">
        <w:tc>
          <w:tcPr>
            <w:tcW w:w="1681" w:type="dxa"/>
          </w:tcPr>
          <w:p w14:paraId="57E0110B" w14:textId="77777777" w:rsidR="00DF0BEF" w:rsidRPr="00B169DF" w:rsidRDefault="00DF0BEF" w:rsidP="0083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9FABD52" w14:textId="42988EFA" w:rsidR="00DF0BEF" w:rsidRPr="00DF0BEF" w:rsidRDefault="00DF0BEF" w:rsidP="00832F7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F0BEF">
              <w:rPr>
                <w:rFonts w:ascii="Corbel" w:hAnsi="Corbel"/>
                <w:szCs w:val="24"/>
              </w:rPr>
              <w:t>Wiedza: absolwent zna i rozumie</w:t>
            </w:r>
          </w:p>
        </w:tc>
        <w:tc>
          <w:tcPr>
            <w:tcW w:w="1865" w:type="dxa"/>
          </w:tcPr>
          <w:p w14:paraId="333DC2F7" w14:textId="77777777" w:rsidR="00DF0BEF" w:rsidRPr="00DF0BEF" w:rsidRDefault="00DF0BEF" w:rsidP="0083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B169DF" w14:paraId="5281B8F7" w14:textId="77777777" w:rsidTr="00832F78">
        <w:tc>
          <w:tcPr>
            <w:tcW w:w="1681" w:type="dxa"/>
          </w:tcPr>
          <w:p w14:paraId="771C87A3" w14:textId="1D352107" w:rsidR="005D33C1" w:rsidRPr="00B169DF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AF5F5C0" w14:textId="77777777" w:rsidR="005D3542" w:rsidRPr="005D3542" w:rsidRDefault="005D3542" w:rsidP="00A25E4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D3542">
              <w:rPr>
                <w:rFonts w:ascii="Corbel" w:hAnsi="Corbel"/>
                <w:b w:val="0"/>
                <w:smallCaps w:val="0"/>
                <w:szCs w:val="24"/>
              </w:rPr>
              <w:t xml:space="preserve">metody analizy i interpretacji różnych wytworów </w:t>
            </w:r>
          </w:p>
          <w:p w14:paraId="1C8C69E2" w14:textId="67DA030C" w:rsidR="005D33C1" w:rsidRPr="005D33C1" w:rsidRDefault="005D3542" w:rsidP="002715D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D3542">
              <w:rPr>
                <w:rFonts w:ascii="Corbel" w:hAnsi="Corbel"/>
                <w:b w:val="0"/>
                <w:smallCaps w:val="0"/>
                <w:szCs w:val="24"/>
              </w:rPr>
              <w:t>kultury</w:t>
            </w:r>
            <w:r w:rsidR="00277667">
              <w:rPr>
                <w:rFonts w:ascii="Corbel" w:hAnsi="Corbel"/>
                <w:b w:val="0"/>
                <w:smallCaps w:val="0"/>
                <w:szCs w:val="24"/>
              </w:rPr>
              <w:t>, ze szczególnym uwzględnieniem teorii spiskowych</w:t>
            </w:r>
            <w:r w:rsidR="00A25E47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2776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5E4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77667">
              <w:rPr>
                <w:rFonts w:ascii="Corbel" w:hAnsi="Corbel"/>
                <w:b w:val="0"/>
                <w:smallCaps w:val="0"/>
                <w:szCs w:val="24"/>
              </w:rPr>
              <w:t>bsolwent rozumie istotę takich metod jak racjonalna rekonstrukcja, analiza krytyczna, metoda hermeneutyczna, historyczna, porównawcza, strukturalna, fenomenologiczna, semiotyczna</w:t>
            </w:r>
          </w:p>
        </w:tc>
        <w:tc>
          <w:tcPr>
            <w:tcW w:w="1865" w:type="dxa"/>
          </w:tcPr>
          <w:p w14:paraId="51C6CBB5" w14:textId="77A3C266" w:rsidR="005D33C1" w:rsidRPr="005D33C1" w:rsidRDefault="00D45001" w:rsidP="00043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54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D33C1" w:rsidRPr="00B169DF" w14:paraId="6DA55FA2" w14:textId="77777777" w:rsidTr="00832F78">
        <w:tc>
          <w:tcPr>
            <w:tcW w:w="1681" w:type="dxa"/>
          </w:tcPr>
          <w:p w14:paraId="55A1D03E" w14:textId="461F5055" w:rsidR="005D33C1" w:rsidRPr="00B169DF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3BBEC5AC" w14:textId="66241479" w:rsidR="005D33C1" w:rsidRPr="005D33C1" w:rsidRDefault="00DE5EE6" w:rsidP="002715D1">
            <w:pPr>
              <w:pStyle w:val="Punktygwne"/>
              <w:tabs>
                <w:tab w:val="left" w:pos="3720"/>
              </w:tabs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E5EE6">
              <w:rPr>
                <w:rFonts w:ascii="Corbel" w:hAnsi="Corbel"/>
                <w:b w:val="0"/>
                <w:smallCaps w:val="0"/>
                <w:szCs w:val="24"/>
              </w:rPr>
              <w:t>historyczne zmiany instytucji społeczno-kulturowych</w:t>
            </w:r>
            <w:r w:rsidR="00277667">
              <w:rPr>
                <w:rFonts w:ascii="Corbel" w:hAnsi="Corbel"/>
                <w:b w:val="0"/>
                <w:smallCaps w:val="0"/>
                <w:szCs w:val="24"/>
              </w:rPr>
              <w:t>, umożliwiające zrozumienie oraz analizę teorii spiskowych czasów minionych</w:t>
            </w:r>
          </w:p>
        </w:tc>
        <w:tc>
          <w:tcPr>
            <w:tcW w:w="1865" w:type="dxa"/>
          </w:tcPr>
          <w:p w14:paraId="20B22796" w14:textId="6AA35D2E" w:rsidR="005D33C1" w:rsidRPr="005D33C1" w:rsidRDefault="00D45001" w:rsidP="00DE5E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EE6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97A0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5D33C1" w:rsidRPr="00B169DF" w14:paraId="3E3B5DDF" w14:textId="77777777" w:rsidTr="00832F78">
        <w:tc>
          <w:tcPr>
            <w:tcW w:w="1681" w:type="dxa"/>
          </w:tcPr>
          <w:p w14:paraId="6810E364" w14:textId="1EC11D3C" w:rsidR="005D33C1" w:rsidRPr="00B169DF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4214B1E" w14:textId="6818D973" w:rsidR="00183739" w:rsidRPr="00183739" w:rsidRDefault="00183739" w:rsidP="00277667">
            <w:pPr>
              <w:pStyle w:val="Punktygwne"/>
              <w:tabs>
                <w:tab w:val="left" w:pos="1815"/>
              </w:tabs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ormy i reguły (prawne, organizacyjne, moralne, </w:t>
            </w:r>
          </w:p>
          <w:p w14:paraId="6AF06E95" w14:textId="51EBCB58" w:rsidR="005D33C1" w:rsidRPr="005D33C1" w:rsidRDefault="00183739" w:rsidP="002715D1">
            <w:pPr>
              <w:pStyle w:val="Punktygwne"/>
              <w:tabs>
                <w:tab w:val="left" w:pos="1815"/>
              </w:tabs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etyczne) organizujące struktury i instytucje społeczne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, ze szczególnym uwzględnieniem zasad legitymizowania i przekazywania władzy oraz systemów wartości budujących środowisko umożliwiające funkcjonowanie teorii spiskowych </w:t>
            </w:r>
          </w:p>
        </w:tc>
        <w:tc>
          <w:tcPr>
            <w:tcW w:w="1865" w:type="dxa"/>
          </w:tcPr>
          <w:p w14:paraId="24CF429E" w14:textId="6F74A9A0" w:rsidR="005D33C1" w:rsidRPr="005D33C1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97A0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5D33C1" w:rsidRPr="00B169DF" w14:paraId="5A117E83" w14:textId="77777777" w:rsidTr="00832F78">
        <w:tc>
          <w:tcPr>
            <w:tcW w:w="1681" w:type="dxa"/>
          </w:tcPr>
          <w:p w14:paraId="5CD68D8D" w14:textId="28127BAC" w:rsidR="005D33C1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E014EBD" w14:textId="3614FB4F" w:rsidR="005D33C1" w:rsidRPr="009E4D61" w:rsidRDefault="005D33C1" w:rsidP="002715D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DF0BEF">
              <w:rPr>
                <w:rFonts w:ascii="Corbel" w:hAnsi="Corbel"/>
                <w:szCs w:val="24"/>
              </w:rPr>
              <w:t>Umiejętności: absolwent potrafi</w:t>
            </w:r>
          </w:p>
        </w:tc>
        <w:tc>
          <w:tcPr>
            <w:tcW w:w="1865" w:type="dxa"/>
          </w:tcPr>
          <w:p w14:paraId="03366D73" w14:textId="0DF26A93" w:rsidR="005D33C1" w:rsidRPr="009E4D61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B169DF" w14:paraId="504CC6B4" w14:textId="77777777" w:rsidTr="00832F78">
        <w:tc>
          <w:tcPr>
            <w:tcW w:w="1681" w:type="dxa"/>
          </w:tcPr>
          <w:p w14:paraId="257B4656" w14:textId="7A1AA143" w:rsidR="005D33C1" w:rsidRPr="00B169DF" w:rsidRDefault="00D45001" w:rsidP="00D45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5460AA4" w14:textId="0FE844A6" w:rsidR="005D33C1" w:rsidRPr="001714F0" w:rsidRDefault="00183739" w:rsidP="002715D1">
            <w:pPr>
              <w:pStyle w:val="Punktygwne"/>
              <w:spacing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posługując się właściwymi ujęciami teoretycznym rozpoznać, zinterpretować i analizować krytycznie</w:t>
            </w:r>
            <w:r w:rsidR="002715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spiskowe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 i określić ich rangę w procesie komunikacji międzykulturowej</w:t>
            </w:r>
          </w:p>
        </w:tc>
        <w:tc>
          <w:tcPr>
            <w:tcW w:w="1865" w:type="dxa"/>
          </w:tcPr>
          <w:p w14:paraId="6B12EE4C" w14:textId="1B6F3B02" w:rsidR="005D33C1" w:rsidRPr="001714F0" w:rsidRDefault="00D45001" w:rsidP="00043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K_U03</w:t>
            </w:r>
          </w:p>
        </w:tc>
      </w:tr>
      <w:tr w:rsidR="005D33C1" w:rsidRPr="00B169DF" w14:paraId="45F70D71" w14:textId="77777777" w:rsidTr="00832F78">
        <w:tc>
          <w:tcPr>
            <w:tcW w:w="1681" w:type="dxa"/>
          </w:tcPr>
          <w:p w14:paraId="6753789F" w14:textId="3D72DE1E" w:rsidR="005D33C1" w:rsidRPr="00B169DF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8475C75" w14:textId="112B5461" w:rsidR="005D33C1" w:rsidRPr="001714F0" w:rsidRDefault="00183739" w:rsidP="00322E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prawidłowo interpretować źródła procesów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 prowadzących do powstawania i rozwoju teorii spiskowych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 interpretować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 xml:space="preserve"> tych procesów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oraz dostrzegać 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>wpływ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 xml:space="preserve"> na 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 społeczno-kulturow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 (polityczne, prawne, gospodarcze) w zakresie komunikacji międzykulturowej</w:t>
            </w:r>
          </w:p>
        </w:tc>
        <w:tc>
          <w:tcPr>
            <w:tcW w:w="1865" w:type="dxa"/>
          </w:tcPr>
          <w:p w14:paraId="34B2AF2C" w14:textId="130FE48D" w:rsidR="005D33C1" w:rsidRPr="001714F0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D33C1" w:rsidRPr="00B169DF" w14:paraId="47AB57EE" w14:textId="77777777" w:rsidTr="00832F78">
        <w:tc>
          <w:tcPr>
            <w:tcW w:w="1681" w:type="dxa"/>
          </w:tcPr>
          <w:p w14:paraId="5312DE61" w14:textId="50C228F9" w:rsidR="005D33C1" w:rsidRPr="00B169DF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5EA17EA" w14:textId="03E8FD00" w:rsidR="005D33C1" w:rsidRPr="005D33C1" w:rsidRDefault="00183739" w:rsidP="00D604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merytorycznie argumentować z wykorzystaniem poglądów innych autorów oraz formułować własne</w:t>
            </w:r>
            <w:r w:rsidR="00473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>wnioski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 xml:space="preserve"> odnośnie teorii spiskowych</w:t>
            </w:r>
          </w:p>
        </w:tc>
        <w:tc>
          <w:tcPr>
            <w:tcW w:w="1865" w:type="dxa"/>
          </w:tcPr>
          <w:p w14:paraId="50A43C55" w14:textId="33DFB070" w:rsidR="005D33C1" w:rsidRPr="005D33C1" w:rsidRDefault="00D45001" w:rsidP="001837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3C1" w:rsidRPr="00B169DF" w14:paraId="1D3FB20E" w14:textId="77777777" w:rsidTr="00832F78">
        <w:tc>
          <w:tcPr>
            <w:tcW w:w="1681" w:type="dxa"/>
          </w:tcPr>
          <w:p w14:paraId="15DF9B8D" w14:textId="345F041B" w:rsidR="005D33C1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E5F3515" w14:textId="594C1527" w:rsidR="005D33C1" w:rsidRPr="009E4D61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0BEF">
              <w:rPr>
                <w:rFonts w:ascii="Corbel" w:hAnsi="Corbel"/>
                <w:szCs w:val="24"/>
              </w:rPr>
              <w:t xml:space="preserve">Kompetencje społeczne: </w:t>
            </w:r>
            <w:r>
              <w:rPr>
                <w:rFonts w:ascii="Corbel" w:hAnsi="Corbel"/>
                <w:szCs w:val="24"/>
              </w:rPr>
              <w:t>jest gotów do:</w:t>
            </w:r>
          </w:p>
        </w:tc>
        <w:tc>
          <w:tcPr>
            <w:tcW w:w="1865" w:type="dxa"/>
          </w:tcPr>
          <w:p w14:paraId="65843DB2" w14:textId="0FF74595" w:rsidR="005D33C1" w:rsidRPr="009E4D61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B169DF" w14:paraId="1AD7FC14" w14:textId="77777777" w:rsidTr="00832F78">
        <w:tc>
          <w:tcPr>
            <w:tcW w:w="1681" w:type="dxa"/>
          </w:tcPr>
          <w:p w14:paraId="227E4A6B" w14:textId="4E47DCA2" w:rsidR="005D33C1" w:rsidRPr="00B169DF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1F9B56C" w14:textId="63C50C4B" w:rsidR="005D33C1" w:rsidRPr="00810768" w:rsidRDefault="00183739" w:rsidP="00D604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739"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 na temat teorii spiskowych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>, przyjmowania nowych idei</w:t>
            </w:r>
            <w:r w:rsidR="00D604CD">
              <w:rPr>
                <w:rFonts w:ascii="Corbel" w:hAnsi="Corbel"/>
                <w:b w:val="0"/>
                <w:smallCaps w:val="0"/>
                <w:szCs w:val="24"/>
              </w:rPr>
              <w:t xml:space="preserve"> na temat ich interpretacji</w:t>
            </w:r>
            <w:r w:rsidRPr="00183739">
              <w:rPr>
                <w:rFonts w:ascii="Corbel" w:hAnsi="Corbel"/>
                <w:b w:val="0"/>
                <w:smallCaps w:val="0"/>
                <w:szCs w:val="24"/>
              </w:rPr>
              <w:t xml:space="preserve">, zmiany opinii w świetle dostępnych nowych argumentów </w:t>
            </w:r>
          </w:p>
        </w:tc>
        <w:tc>
          <w:tcPr>
            <w:tcW w:w="1865" w:type="dxa"/>
          </w:tcPr>
          <w:p w14:paraId="43B1E62C" w14:textId="4115181C" w:rsidR="005D33C1" w:rsidRPr="00810768" w:rsidRDefault="00D45001" w:rsidP="00043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28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D33C1" w:rsidRPr="00B169DF" w14:paraId="5C623630" w14:textId="77777777" w:rsidTr="00832F78">
        <w:tc>
          <w:tcPr>
            <w:tcW w:w="1681" w:type="dxa"/>
          </w:tcPr>
          <w:p w14:paraId="10CB3364" w14:textId="26F1A02F" w:rsidR="005D33C1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00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5E7F4A49" w14:textId="541E8CC9" w:rsidR="005D33C1" w:rsidRPr="00322EC8" w:rsidRDefault="0066604E" w:rsidP="002715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2EC8">
              <w:rPr>
                <w:rFonts w:ascii="Corbel" w:hAnsi="Corbel"/>
                <w:b w:val="0"/>
                <w:smallCaps w:val="0"/>
                <w:szCs w:val="24"/>
              </w:rPr>
              <w:t>prawidłowego określania celów</w:t>
            </w:r>
            <w:r w:rsidR="00322EC8">
              <w:rPr>
                <w:rFonts w:ascii="Corbel" w:hAnsi="Corbel"/>
                <w:b w:val="0"/>
                <w:smallCaps w:val="0"/>
                <w:szCs w:val="24"/>
              </w:rPr>
              <w:t xml:space="preserve"> analizy i interpretacji teorii spiskowych</w:t>
            </w:r>
            <w:r w:rsidRPr="00322EC8">
              <w:rPr>
                <w:rFonts w:ascii="Corbel" w:hAnsi="Corbel"/>
                <w:b w:val="0"/>
                <w:smallCaps w:val="0"/>
                <w:szCs w:val="24"/>
              </w:rPr>
              <w:t xml:space="preserve"> oraz metod osiągania</w:t>
            </w:r>
            <w:r w:rsidR="00CF4284" w:rsidRPr="00322E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2EC8">
              <w:rPr>
                <w:rFonts w:ascii="Corbel" w:hAnsi="Corbel"/>
                <w:b w:val="0"/>
                <w:smallCaps w:val="0"/>
                <w:szCs w:val="24"/>
              </w:rPr>
              <w:t>zakładanych przez siebie celów, w razie potrzeby</w:t>
            </w:r>
            <w:r w:rsidR="002715D1" w:rsidRPr="00322E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2EC8">
              <w:rPr>
                <w:rFonts w:ascii="Corbel" w:hAnsi="Corbel"/>
                <w:b w:val="0"/>
                <w:smallCaps w:val="0"/>
                <w:szCs w:val="24"/>
              </w:rPr>
              <w:t>korzystając z pomocy ekspertów</w:t>
            </w:r>
            <w:r w:rsidR="002715D1" w:rsidRPr="00322E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451ACE2" w14:textId="0AB10D92" w:rsidR="005D33C1" w:rsidRPr="001714F0" w:rsidRDefault="00D4500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604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C81146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1146" w:rsidRPr="00B169DF" w14:paraId="07D831EF" w14:textId="77777777" w:rsidTr="00C81146">
        <w:tc>
          <w:tcPr>
            <w:tcW w:w="9520" w:type="dxa"/>
          </w:tcPr>
          <w:p w14:paraId="50EBF9BA" w14:textId="14F40363" w:rsidR="00C81146" w:rsidRPr="00B169DF" w:rsidRDefault="00C81146" w:rsidP="00C81146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Spisek a teoria spiskowa</w:t>
            </w:r>
          </w:p>
        </w:tc>
      </w:tr>
      <w:tr w:rsidR="0085747A" w:rsidRPr="00B169DF" w14:paraId="1E6E57A6" w14:textId="77777777" w:rsidTr="00C81146">
        <w:tc>
          <w:tcPr>
            <w:tcW w:w="9520" w:type="dxa"/>
          </w:tcPr>
          <w:p w14:paraId="56A8A27C" w14:textId="66FB0AC8" w:rsidR="0085747A" w:rsidRPr="00B169DF" w:rsidRDefault="00DE6B52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 w:rsidRPr="009D366B">
              <w:rPr>
                <w:rFonts w:ascii="Corbel" w:hAnsi="Corbel"/>
                <w:sz w:val="24"/>
                <w:szCs w:val="24"/>
              </w:rPr>
              <w:t>Teorie spiskowe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D366B">
              <w:rPr>
                <w:rFonts w:ascii="Corbel" w:hAnsi="Corbel"/>
                <w:sz w:val="24"/>
                <w:szCs w:val="24"/>
              </w:rPr>
              <w:t xml:space="preserve"> ich charakterystyka</w:t>
            </w:r>
          </w:p>
        </w:tc>
      </w:tr>
      <w:tr w:rsidR="00687281" w:rsidRPr="00B169DF" w14:paraId="018B5DC0" w14:textId="77777777" w:rsidTr="00C81146">
        <w:tc>
          <w:tcPr>
            <w:tcW w:w="9520" w:type="dxa"/>
          </w:tcPr>
          <w:p w14:paraId="3539B2C1" w14:textId="49294D03" w:rsidR="00687281" w:rsidRPr="009D366B" w:rsidRDefault="00687281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Typologie i stratyfikacje teorii spiskowych</w:t>
            </w:r>
          </w:p>
        </w:tc>
      </w:tr>
      <w:tr w:rsidR="0085747A" w:rsidRPr="00B169DF" w14:paraId="52C7DA90" w14:textId="77777777" w:rsidTr="00C81146">
        <w:tc>
          <w:tcPr>
            <w:tcW w:w="9520" w:type="dxa"/>
          </w:tcPr>
          <w:p w14:paraId="0A2544AA" w14:textId="67D7142A" w:rsidR="0085747A" w:rsidRPr="00B169DF" w:rsidRDefault="00DE6B52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 i myślenie mityczne a teorie spiskowe</w:t>
            </w:r>
          </w:p>
        </w:tc>
      </w:tr>
      <w:tr w:rsidR="0085747A" w:rsidRPr="00B169DF" w14:paraId="4756E0B7" w14:textId="77777777" w:rsidTr="00C81146">
        <w:tc>
          <w:tcPr>
            <w:tcW w:w="9520" w:type="dxa"/>
          </w:tcPr>
          <w:p w14:paraId="5818B7FA" w14:textId="3E2BB722" w:rsidR="0085747A" w:rsidRPr="00B169DF" w:rsidRDefault="00687281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Spiskowe interpretacje dziejów a </w:t>
            </w:r>
            <w:r w:rsidR="00C81146">
              <w:rPr>
                <w:rFonts w:ascii="Corbel" w:hAnsi="Corbel"/>
                <w:sz w:val="24"/>
                <w:szCs w:val="24"/>
              </w:rPr>
              <w:t xml:space="preserve">polityka historyczna i </w:t>
            </w:r>
            <w:r>
              <w:rPr>
                <w:rFonts w:ascii="Corbel" w:hAnsi="Corbel"/>
                <w:sz w:val="24"/>
                <w:szCs w:val="24"/>
              </w:rPr>
              <w:t>historia jako nauka</w:t>
            </w:r>
          </w:p>
        </w:tc>
      </w:tr>
      <w:tr w:rsidR="00DE6B52" w:rsidRPr="00B169DF" w14:paraId="2EA9CCF2" w14:textId="77777777" w:rsidTr="00C81146">
        <w:tc>
          <w:tcPr>
            <w:tcW w:w="9520" w:type="dxa"/>
          </w:tcPr>
          <w:p w14:paraId="2DB90962" w14:textId="335BB2B4" w:rsidR="00DE6B52" w:rsidRPr="00B169DF" w:rsidRDefault="00687281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Mentalność spiskowa</w:t>
            </w:r>
          </w:p>
        </w:tc>
      </w:tr>
      <w:tr w:rsidR="00DE6B52" w:rsidRPr="00B169DF" w14:paraId="745FCAC8" w14:textId="77777777" w:rsidTr="00C81146">
        <w:tc>
          <w:tcPr>
            <w:tcW w:w="9520" w:type="dxa"/>
          </w:tcPr>
          <w:p w14:paraId="4328194F" w14:textId="2F7942ED" w:rsidR="00DE6B52" w:rsidRPr="00B169DF" w:rsidRDefault="00C81146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konspiracji a teorie spiskowe</w:t>
            </w:r>
          </w:p>
        </w:tc>
      </w:tr>
      <w:tr w:rsidR="00DE6B52" w:rsidRPr="00B169DF" w14:paraId="0AB3A257" w14:textId="77777777" w:rsidTr="00C81146">
        <w:tc>
          <w:tcPr>
            <w:tcW w:w="9520" w:type="dxa"/>
          </w:tcPr>
          <w:p w14:paraId="7953460F" w14:textId="6936D57E" w:rsidR="00DE6B52" w:rsidRPr="00B169DF" w:rsidRDefault="00C81146" w:rsidP="00DE6B52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Polityczna paranoja a teoria spisku</w:t>
            </w:r>
          </w:p>
        </w:tc>
      </w:tr>
      <w:tr w:rsidR="00C81146" w:rsidRPr="00B169DF" w14:paraId="2B2CBA82" w14:textId="77777777" w:rsidTr="00C81146">
        <w:tc>
          <w:tcPr>
            <w:tcW w:w="9520" w:type="dxa"/>
          </w:tcPr>
          <w:p w14:paraId="2867A4DF" w14:textId="7ED07E89" w:rsidR="00C81146" w:rsidRPr="00B169DF" w:rsidRDefault="00C81146" w:rsidP="00C81146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DE6B52">
              <w:rPr>
                <w:rFonts w:ascii="Corbel" w:hAnsi="Corbel"/>
                <w:sz w:val="24"/>
                <w:szCs w:val="24"/>
              </w:rPr>
              <w:t>eoria spiskowa jako narzędzi</w:t>
            </w:r>
            <w:r w:rsidR="00BA205E">
              <w:rPr>
                <w:rFonts w:ascii="Corbel" w:hAnsi="Corbel"/>
                <w:sz w:val="24"/>
                <w:szCs w:val="24"/>
              </w:rPr>
              <w:t>e</w:t>
            </w:r>
            <w:r w:rsidRPr="00DE6B52">
              <w:rPr>
                <w:rFonts w:ascii="Corbel" w:hAnsi="Corbel"/>
                <w:sz w:val="24"/>
                <w:szCs w:val="24"/>
              </w:rPr>
              <w:t xml:space="preserve"> walki politycznej</w:t>
            </w:r>
          </w:p>
        </w:tc>
      </w:tr>
      <w:tr w:rsidR="00C81146" w:rsidRPr="00B169DF" w14:paraId="537FF882" w14:textId="77777777" w:rsidTr="00C81146">
        <w:tc>
          <w:tcPr>
            <w:tcW w:w="9520" w:type="dxa"/>
          </w:tcPr>
          <w:p w14:paraId="34FC70CB" w14:textId="5277AFFB" w:rsidR="00C81146" w:rsidRPr="00DE6B52" w:rsidRDefault="00C81146" w:rsidP="00C81146">
            <w:pPr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Propaganda a teorie spiskowe</w:t>
            </w:r>
          </w:p>
        </w:tc>
      </w:tr>
      <w:tr w:rsidR="00C81146" w:rsidRPr="00B169DF" w14:paraId="53403F62" w14:textId="77777777" w:rsidTr="00C81146">
        <w:tc>
          <w:tcPr>
            <w:tcW w:w="9520" w:type="dxa"/>
          </w:tcPr>
          <w:p w14:paraId="6F6D681E" w14:textId="091D0A56" w:rsidR="00C81146" w:rsidRPr="00B169DF" w:rsidRDefault="00C81146" w:rsidP="00C81146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Manipulacja w teorii spiskowej</w:t>
            </w:r>
          </w:p>
        </w:tc>
      </w:tr>
      <w:tr w:rsidR="00C81146" w:rsidRPr="00B169DF" w14:paraId="19740B30" w14:textId="77777777" w:rsidTr="00C81146">
        <w:tc>
          <w:tcPr>
            <w:tcW w:w="9520" w:type="dxa"/>
          </w:tcPr>
          <w:p w14:paraId="1624B658" w14:textId="26F3B52E" w:rsidR="00C81146" w:rsidRPr="00B169DF" w:rsidRDefault="00C81146" w:rsidP="00C81146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</w:t>
            </w:r>
            <w:r w:rsidR="00BA205E">
              <w:rPr>
                <w:rFonts w:ascii="Corbel" w:hAnsi="Corbel"/>
                <w:sz w:val="24"/>
                <w:szCs w:val="24"/>
              </w:rPr>
              <w:t>storyczne przykłady teorii spiskowych</w:t>
            </w:r>
          </w:p>
        </w:tc>
      </w:tr>
      <w:tr w:rsidR="00C81146" w:rsidRPr="00B169DF" w14:paraId="44CA9F2B" w14:textId="77777777" w:rsidTr="00C81146">
        <w:tc>
          <w:tcPr>
            <w:tcW w:w="9520" w:type="dxa"/>
          </w:tcPr>
          <w:p w14:paraId="13DDF347" w14:textId="0E54318A" w:rsidR="00C81146" w:rsidRPr="00B169DF" w:rsidRDefault="00BA205E" w:rsidP="00C81146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teorie spiskowe – analiza przypadków</w:t>
            </w:r>
          </w:p>
        </w:tc>
      </w:tr>
      <w:tr w:rsidR="00BA205E" w:rsidRPr="00B169DF" w14:paraId="7275AF8A" w14:textId="77777777" w:rsidTr="00C81146">
        <w:tc>
          <w:tcPr>
            <w:tcW w:w="9520" w:type="dxa"/>
          </w:tcPr>
          <w:p w14:paraId="653662B5" w14:textId="3C7BF158" w:rsidR="00BA205E" w:rsidRDefault="00BA205E" w:rsidP="00C81146">
            <w:pPr>
              <w:pStyle w:val="Akapitzlist"/>
              <w:spacing w:after="0" w:line="240" w:lineRule="auto"/>
              <w:ind w:left="6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Etyczny wymiar teorii spiskowych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D02CEED" w:rsidR="0085747A" w:rsidRPr="00B169DF" w:rsidRDefault="0066604E" w:rsidP="0066604E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20A92065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134C848E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9860876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C077F" w:rsidRPr="00B169DF" w14:paraId="78F47EE8" w14:textId="77777777" w:rsidTr="00923D7D">
        <w:tc>
          <w:tcPr>
            <w:tcW w:w="9639" w:type="dxa"/>
          </w:tcPr>
          <w:p w14:paraId="368A7698" w14:textId="25FF7EA5" w:rsidR="001C077F" w:rsidRPr="00B169DF" w:rsidRDefault="001C07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C077F" w:rsidRPr="00B169DF" w14:paraId="1CFBCE7D" w14:textId="77777777" w:rsidTr="00923D7D">
        <w:tc>
          <w:tcPr>
            <w:tcW w:w="9639" w:type="dxa"/>
          </w:tcPr>
          <w:p w14:paraId="0A3E8EE0" w14:textId="55AA4972" w:rsidR="001C077F" w:rsidRPr="00B169DF" w:rsidRDefault="001C077F" w:rsidP="009D36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C077F" w:rsidRPr="00B169DF" w14:paraId="23912068" w14:textId="77777777" w:rsidTr="00923D7D">
        <w:tc>
          <w:tcPr>
            <w:tcW w:w="9639" w:type="dxa"/>
          </w:tcPr>
          <w:p w14:paraId="7F6A1413" w14:textId="00D07B86" w:rsidR="001C077F" w:rsidRPr="00B169DF" w:rsidRDefault="001C07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EF472" w14:textId="32A84141" w:rsidR="00E960BB" w:rsidRPr="00B169DF" w:rsidRDefault="005D35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9D366B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9D366B">
        <w:tc>
          <w:tcPr>
            <w:tcW w:w="1962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08C9AC7" w14:textId="31912F48" w:rsidR="0085747A" w:rsidRPr="00B169DF" w:rsidRDefault="0066604E" w:rsidP="009D3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  <w:r w:rsidR="009D36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  <w:r w:rsidR="009D366B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D1AC8C4" w14:textId="227D0986" w:rsidR="0085747A" w:rsidRPr="00B169DF" w:rsidRDefault="002715D1" w:rsidP="009D3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2388083F" w14:textId="77777777" w:rsidTr="009D366B">
        <w:tc>
          <w:tcPr>
            <w:tcW w:w="1962" w:type="dxa"/>
          </w:tcPr>
          <w:p w14:paraId="56592B5B" w14:textId="77777777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E125A4" w14:textId="1882C693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96DC76B" w14:textId="6E7FAF6D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5A895C81" w14:textId="77777777" w:rsidTr="009D366B">
        <w:tc>
          <w:tcPr>
            <w:tcW w:w="1962" w:type="dxa"/>
          </w:tcPr>
          <w:p w14:paraId="5317050B" w14:textId="4EA8CE18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5294E5D" w14:textId="30189596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CB017AF" w14:textId="658901F1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54B0EBE7" w14:textId="77777777" w:rsidTr="009D366B">
        <w:tc>
          <w:tcPr>
            <w:tcW w:w="1962" w:type="dxa"/>
          </w:tcPr>
          <w:p w14:paraId="38A79E85" w14:textId="2A1ED4A1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1792791" w14:textId="12CDA3E4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FEF9195" w14:textId="5FE0DAD9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563C64BA" w14:textId="77777777" w:rsidTr="009D366B">
        <w:tc>
          <w:tcPr>
            <w:tcW w:w="1962" w:type="dxa"/>
          </w:tcPr>
          <w:p w14:paraId="651B4CD6" w14:textId="7BCFE97E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35F94B1" w14:textId="08998C8A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4D83A2B" w14:textId="297115DA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113E81B9" w14:textId="77777777" w:rsidTr="009D366B">
        <w:tc>
          <w:tcPr>
            <w:tcW w:w="1962" w:type="dxa"/>
          </w:tcPr>
          <w:p w14:paraId="4DE8B0E7" w14:textId="723D9223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2D75D1D" w14:textId="2CA036B6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1C2183" w14:textId="69084DD5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4AB32964" w14:textId="77777777" w:rsidTr="009D366B">
        <w:tc>
          <w:tcPr>
            <w:tcW w:w="1962" w:type="dxa"/>
          </w:tcPr>
          <w:p w14:paraId="431AF8F3" w14:textId="3F1C4339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CCD4C61" w14:textId="51059782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AF817BA" w14:textId="3046BEB7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715D1" w:rsidRPr="00B169DF" w14:paraId="57A723A4" w14:textId="77777777" w:rsidTr="009D366B">
        <w:tc>
          <w:tcPr>
            <w:tcW w:w="1962" w:type="dxa"/>
          </w:tcPr>
          <w:p w14:paraId="069616F2" w14:textId="3A4BBAF3" w:rsidR="002715D1" w:rsidRPr="00B169DF" w:rsidRDefault="002715D1" w:rsidP="002715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6FAFB62" w14:textId="5DA29EA7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esej;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58AC4A8" w14:textId="575732CE" w:rsidR="002715D1" w:rsidRPr="00B169DF" w:rsidRDefault="002715D1" w:rsidP="00271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A19E4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C4A11CB" w14:textId="7F21CC92" w:rsidR="0085747A" w:rsidRPr="00B169DF" w:rsidRDefault="00956DB9" w:rsidP="00D450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4459A9" w:rsidRPr="00803B2C">
              <w:rPr>
                <w:rFonts w:ascii="Corbel" w:hAnsi="Corbel"/>
                <w:b w:val="0"/>
                <w:smallCaps w:val="0"/>
                <w:szCs w:val="24"/>
              </w:rPr>
              <w:t>Warunkiem zaliczenia jest</w:t>
            </w:r>
            <w:r w:rsidR="004459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B4390" w:rsidRPr="00803B2C">
              <w:rPr>
                <w:rFonts w:ascii="Corbel" w:hAnsi="Corbel"/>
                <w:b w:val="0"/>
                <w:smallCaps w:val="0"/>
                <w:szCs w:val="24"/>
              </w:rPr>
              <w:t xml:space="preserve">uczestnictwo w 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 xml:space="preserve">wykładach oraz </w:t>
            </w:r>
            <w:r w:rsidR="004459A9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</w:t>
            </w:r>
            <w:r w:rsidR="0066604E">
              <w:rPr>
                <w:rFonts w:ascii="Corbel" w:hAnsi="Corbel"/>
                <w:b w:val="0"/>
                <w:smallCaps w:val="0"/>
                <w:szCs w:val="24"/>
              </w:rPr>
              <w:t>eseju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459A9" w:rsidRPr="00803B2C">
              <w:rPr>
                <w:rFonts w:ascii="Corbel" w:hAnsi="Corbel"/>
                <w:b w:val="0"/>
                <w:smallCaps w:val="0"/>
                <w:szCs w:val="24"/>
              </w:rPr>
              <w:t xml:space="preserve"> W razie usprawiedliwionej nieobecności 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 xml:space="preserve">student otrzymuje literaturę do opracowania a </w:t>
            </w:r>
            <w:r w:rsidR="004459A9" w:rsidRPr="00803B2C">
              <w:rPr>
                <w:rFonts w:ascii="Corbel" w:hAnsi="Corbel"/>
                <w:b w:val="0"/>
                <w:smallCaps w:val="0"/>
                <w:szCs w:val="24"/>
              </w:rPr>
              <w:t>problematyka zajęć omawiana jest podczas konsultacji.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 xml:space="preserve"> Ocena eseju: w</w:t>
            </w:r>
            <w:r w:rsidR="005B4390" w:rsidRPr="005B4390">
              <w:rPr>
                <w:rFonts w:ascii="Corbel" w:hAnsi="Corbel"/>
                <w:b w:val="0"/>
                <w:smallCaps w:val="0"/>
                <w:szCs w:val="24"/>
              </w:rPr>
              <w:t xml:space="preserve"> przypadku oceny formalnej strony pracy pisemnej brane są pod uwagę cechy takie jak np. poprawność formatowania tekstu, poprawność wykonania odnośników; poprawność wykonania bibliografii, zgodność tytułu z zawartością wypowiedzi pisemnej, umiejętność logicznej i spójnej argumentacji 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5B4390" w:rsidRPr="005B4390">
              <w:rPr>
                <w:rFonts w:ascii="Corbel" w:hAnsi="Corbel"/>
                <w:b w:val="0"/>
                <w:smallCaps w:val="0"/>
                <w:szCs w:val="24"/>
              </w:rPr>
              <w:t>logika wywodu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B4390" w:rsidRPr="005B4390">
              <w:rPr>
                <w:rFonts w:ascii="Corbel" w:hAnsi="Corbel"/>
                <w:b w:val="0"/>
                <w:smallCaps w:val="0"/>
                <w:szCs w:val="24"/>
              </w:rPr>
              <w:t>. W przypadku oceny zawartości treściowej wypowiedzi bierze się pod uwagę sposób posługiwania się użytymi w tekście pojęciami (poprawny / niepoprawny), poprawność budowanych interpretacji, zakres poruszanych problemów (zbyt wąski/ odpowiedni dla danego tematu / zbyt szeroki)</w:t>
            </w:r>
            <w:r w:rsidR="005B4390">
              <w:rPr>
                <w:rFonts w:ascii="Corbel" w:hAnsi="Corbel"/>
                <w:b w:val="0"/>
                <w:smallCaps w:val="0"/>
                <w:szCs w:val="24"/>
              </w:rPr>
              <w:t>, zakres wykorzystanej literatury źródłowej i opracowań.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57B22360" w:rsidR="0085747A" w:rsidRPr="00B169DF" w:rsidRDefault="006660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F0B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6A284E21" w:rsidR="00C61DC5" w:rsidRPr="00B169DF" w:rsidRDefault="009D36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6810CDD9" w:rsidR="00C61DC5" w:rsidRPr="00B169DF" w:rsidRDefault="009D36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4BC2B23C" w:rsidR="0085747A" w:rsidRPr="00B169DF" w:rsidRDefault="009D36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556C65A3" w:rsidR="0085747A" w:rsidRPr="00B169DF" w:rsidRDefault="001714F0" w:rsidP="008107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6FEF6813" w:rsidR="0085747A" w:rsidRPr="00B169DF" w:rsidRDefault="009D36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52E155C0" w:rsidR="0085747A" w:rsidRPr="00B169DF" w:rsidRDefault="009D36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C4F54" w14:paraId="14835628" w14:textId="77777777" w:rsidTr="0071620A">
        <w:trPr>
          <w:trHeight w:val="397"/>
        </w:trPr>
        <w:tc>
          <w:tcPr>
            <w:tcW w:w="7513" w:type="dxa"/>
          </w:tcPr>
          <w:p w14:paraId="0A5F49F2" w14:textId="77777777" w:rsidR="004459A9" w:rsidRDefault="0085747A" w:rsidP="00C71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81F017" w14:textId="77777777" w:rsidR="002715D1" w:rsidRDefault="002715D1" w:rsidP="002715D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Zdybel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C71C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Idea spisku i teorie spiskowe w świetle analiz krytycznych i badań historycznych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UMCS, Lublin 2002. (fragm.)</w:t>
            </w:r>
          </w:p>
          <w:p w14:paraId="18C7BC3F" w14:textId="77777777" w:rsidR="002715D1" w:rsidRDefault="002715D1" w:rsidP="002715D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Czech F. (red.) Struktura teorii spiskowych,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2014.</w:t>
            </w:r>
          </w:p>
          <w:p w14:paraId="644CA263" w14:textId="0FB970CB" w:rsidR="00381605" w:rsidRPr="002715D1" w:rsidRDefault="002715D1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Michalkiewicz S. Teoria spiskowa, Wyd. Von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Borowiecky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Radzymin 2014.</w:t>
            </w:r>
          </w:p>
          <w:p w14:paraId="4BC542F2" w14:textId="7838322F" w:rsidR="004459A9" w:rsidRDefault="004459A9" w:rsidP="00C71C3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Karwat M., </w:t>
            </w:r>
            <w:r w:rsidRPr="0038160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manipulacji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Adam Marszałek, Toruń 1998</w:t>
            </w:r>
            <w:r w:rsidR="00064D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87E0864" w14:textId="1D6EC6A2" w:rsidR="00064D2F" w:rsidRPr="00381605" w:rsidRDefault="00064D2F" w:rsidP="00C71C3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605">
              <w:rPr>
                <w:rFonts w:ascii="Corbel" w:hAnsi="Corbel"/>
                <w:b w:val="0"/>
                <w:smallCaps w:val="0"/>
                <w:szCs w:val="24"/>
              </w:rPr>
              <w:t xml:space="preserve">Cassirer E., </w:t>
            </w:r>
            <w:r w:rsidRPr="00C71C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Mit Państwa</w:t>
            </w:r>
            <w:r w:rsidRPr="0038160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81605" w:rsidRPr="00381605">
              <w:rPr>
                <w:rFonts w:ascii="Corbel" w:hAnsi="Corbel"/>
                <w:b w:val="0"/>
                <w:smallCaps w:val="0"/>
                <w:szCs w:val="24"/>
              </w:rPr>
              <w:t xml:space="preserve">Wydaw. </w:t>
            </w:r>
            <w:proofErr w:type="spellStart"/>
            <w:r w:rsidR="00381605" w:rsidRPr="00381605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="00381605" w:rsidRPr="00381605">
              <w:rPr>
                <w:rFonts w:ascii="Corbel" w:hAnsi="Corbel"/>
                <w:b w:val="0"/>
                <w:smallCaps w:val="0"/>
                <w:szCs w:val="24"/>
              </w:rPr>
              <w:t xml:space="preserve"> PAN, Warszawa 2006. (fragm.</w:t>
            </w:r>
            <w:r w:rsidR="0038160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561FD74" w14:textId="0995E088" w:rsidR="00485F46" w:rsidRDefault="00485F46" w:rsidP="00C71C3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5F46">
              <w:rPr>
                <w:rFonts w:ascii="Corbel" w:hAnsi="Corbel"/>
                <w:b w:val="0"/>
                <w:smallCaps w:val="0"/>
                <w:szCs w:val="24"/>
              </w:rPr>
              <w:t>Bąkowicz</w:t>
            </w:r>
            <w:proofErr w:type="spellEnd"/>
            <w:r w:rsidRPr="00485F46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proofErr w:type="spellStart"/>
            <w:r w:rsidRPr="00485F46">
              <w:rPr>
                <w:rFonts w:ascii="Corbel" w:hAnsi="Corbel"/>
                <w:b w:val="0"/>
                <w:smallCaps w:val="0"/>
                <w:szCs w:val="24"/>
              </w:rPr>
              <w:t>Fake</w:t>
            </w:r>
            <w:proofErr w:type="spellEnd"/>
            <w:r w:rsidRPr="00485F46">
              <w:rPr>
                <w:rFonts w:ascii="Corbel" w:hAnsi="Corbel"/>
                <w:b w:val="0"/>
                <w:smallCaps w:val="0"/>
                <w:szCs w:val="24"/>
              </w:rPr>
              <w:t xml:space="preserve"> news : produkt medialny czasów </w:t>
            </w:r>
            <w:proofErr w:type="spellStart"/>
            <w:r w:rsidRPr="00485F46">
              <w:rPr>
                <w:rFonts w:ascii="Corbel" w:hAnsi="Corbel"/>
                <w:b w:val="0"/>
                <w:smallCaps w:val="0"/>
                <w:szCs w:val="24"/>
              </w:rPr>
              <w:t>postprawdy</w:t>
            </w:r>
            <w:proofErr w:type="spellEnd"/>
            <w:r w:rsidRPr="00485F46">
              <w:rPr>
                <w:rFonts w:ascii="Corbel" w:hAnsi="Corbel"/>
                <w:b w:val="0"/>
                <w:smallCaps w:val="0"/>
                <w:szCs w:val="24"/>
              </w:rPr>
              <w:t xml:space="preserve">, Oficyna wydawnicza </w:t>
            </w:r>
            <w:proofErr w:type="spellStart"/>
            <w:r w:rsidRPr="00485F46">
              <w:rPr>
                <w:rFonts w:ascii="Corbel" w:hAnsi="Corbel"/>
                <w:b w:val="0"/>
                <w:smallCaps w:val="0"/>
                <w:szCs w:val="24"/>
              </w:rPr>
              <w:t>Aspra</w:t>
            </w:r>
            <w:proofErr w:type="spellEnd"/>
            <w:r w:rsidRPr="00485F46">
              <w:rPr>
                <w:rFonts w:ascii="Corbel" w:hAnsi="Corbel"/>
                <w:b w:val="0"/>
                <w:smallCaps w:val="0"/>
                <w:szCs w:val="24"/>
              </w:rPr>
              <w:t xml:space="preserve"> -JR, Warszawa 2020.</w:t>
            </w:r>
          </w:p>
          <w:p w14:paraId="015F5BF5" w14:textId="77777777" w:rsidR="00064D2F" w:rsidRPr="004C4F54" w:rsidRDefault="00064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57E89B" w14:textId="1E6FC359" w:rsidR="004459A9" w:rsidRPr="004C4F54" w:rsidRDefault="004459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64D2F" w14:paraId="7458DD74" w14:textId="77777777" w:rsidTr="0071620A">
        <w:trPr>
          <w:trHeight w:val="397"/>
        </w:trPr>
        <w:tc>
          <w:tcPr>
            <w:tcW w:w="7513" w:type="dxa"/>
          </w:tcPr>
          <w:p w14:paraId="08EF5831" w14:textId="77777777" w:rsidR="00064D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F9FE5A" w14:textId="77777777" w:rsidR="00064D2F" w:rsidRDefault="00064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4D2F">
              <w:rPr>
                <w:rFonts w:ascii="Corbel" w:hAnsi="Corbel"/>
                <w:b w:val="0"/>
                <w:smallCaps w:val="0"/>
                <w:szCs w:val="24"/>
              </w:rPr>
              <w:t xml:space="preserve"> Hartley G., Karinach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Podręcznik Manipulacji, dostępne wydania.</w:t>
            </w:r>
          </w:p>
          <w:p w14:paraId="0D8CF9D3" w14:textId="3009466B" w:rsidR="00064D2F" w:rsidRPr="00064D2F" w:rsidRDefault="00064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34A820" w14:textId="77777777" w:rsidR="0085747A" w:rsidRPr="00064D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064D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04107E" w14:textId="77777777" w:rsidR="00943300" w:rsidRDefault="0094330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D028" w14:textId="77777777" w:rsidR="006628D5" w:rsidRDefault="006628D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CB4DFF" w14:textId="77777777" w:rsidR="00DD51D9" w:rsidRDefault="00DD51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03A033" w14:textId="77777777" w:rsidR="00397D3A" w:rsidRPr="00B169DF" w:rsidRDefault="00397D3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97D3A" w:rsidRPr="00B169DF" w:rsidSect="00DF0D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AE845" w14:textId="77777777" w:rsidR="00D823A0" w:rsidRDefault="00D823A0" w:rsidP="00C16ABF">
      <w:pPr>
        <w:spacing w:after="0" w:line="240" w:lineRule="auto"/>
      </w:pPr>
      <w:r>
        <w:separator/>
      </w:r>
    </w:p>
  </w:endnote>
  <w:endnote w:type="continuationSeparator" w:id="0">
    <w:p w14:paraId="6DA16E6D" w14:textId="77777777" w:rsidR="00D823A0" w:rsidRDefault="00D823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8D133" w14:textId="77777777" w:rsidR="00D823A0" w:rsidRDefault="00D823A0" w:rsidP="00C16ABF">
      <w:pPr>
        <w:spacing w:after="0" w:line="240" w:lineRule="auto"/>
      </w:pPr>
      <w:r>
        <w:separator/>
      </w:r>
    </w:p>
  </w:footnote>
  <w:footnote w:type="continuationSeparator" w:id="0">
    <w:p w14:paraId="6D200731" w14:textId="77777777" w:rsidR="00D823A0" w:rsidRDefault="00D823A0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A2ECB"/>
    <w:multiLevelType w:val="hybridMultilevel"/>
    <w:tmpl w:val="5E08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71620">
    <w:abstractNumId w:val="0"/>
  </w:num>
  <w:num w:numId="2" w16cid:durableId="37627399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5A2"/>
    <w:rsid w:val="000048FD"/>
    <w:rsid w:val="000077B4"/>
    <w:rsid w:val="00015B8F"/>
    <w:rsid w:val="00022ECE"/>
    <w:rsid w:val="00042A51"/>
    <w:rsid w:val="00042D2E"/>
    <w:rsid w:val="000439E1"/>
    <w:rsid w:val="00044C82"/>
    <w:rsid w:val="0006356B"/>
    <w:rsid w:val="00064D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080"/>
    <w:rsid w:val="000D2709"/>
    <w:rsid w:val="000F1C57"/>
    <w:rsid w:val="000F20F6"/>
    <w:rsid w:val="000F5615"/>
    <w:rsid w:val="001045A1"/>
    <w:rsid w:val="00124BFF"/>
    <w:rsid w:val="0012560E"/>
    <w:rsid w:val="00127108"/>
    <w:rsid w:val="00134B13"/>
    <w:rsid w:val="001366DC"/>
    <w:rsid w:val="00146BC0"/>
    <w:rsid w:val="00153C41"/>
    <w:rsid w:val="00154381"/>
    <w:rsid w:val="001640A7"/>
    <w:rsid w:val="00164FA7"/>
    <w:rsid w:val="00166A03"/>
    <w:rsid w:val="001714F0"/>
    <w:rsid w:val="001718A7"/>
    <w:rsid w:val="00171C76"/>
    <w:rsid w:val="001737CF"/>
    <w:rsid w:val="00176083"/>
    <w:rsid w:val="00183739"/>
    <w:rsid w:val="0018530D"/>
    <w:rsid w:val="00191C56"/>
    <w:rsid w:val="00192F37"/>
    <w:rsid w:val="001A70D2"/>
    <w:rsid w:val="001C077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3DE"/>
    <w:rsid w:val="002715D1"/>
    <w:rsid w:val="00277667"/>
    <w:rsid w:val="00281FF2"/>
    <w:rsid w:val="002857DE"/>
    <w:rsid w:val="00291567"/>
    <w:rsid w:val="002A22BF"/>
    <w:rsid w:val="002A2389"/>
    <w:rsid w:val="002A41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C8"/>
    <w:rsid w:val="003343CF"/>
    <w:rsid w:val="00346FE9"/>
    <w:rsid w:val="0034759A"/>
    <w:rsid w:val="003503F6"/>
    <w:rsid w:val="003530DD"/>
    <w:rsid w:val="00363F78"/>
    <w:rsid w:val="00366677"/>
    <w:rsid w:val="00381605"/>
    <w:rsid w:val="00382DAE"/>
    <w:rsid w:val="00397D3A"/>
    <w:rsid w:val="003A0A5B"/>
    <w:rsid w:val="003A1176"/>
    <w:rsid w:val="003C0BAE"/>
    <w:rsid w:val="003D18A9"/>
    <w:rsid w:val="003D5AF8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9A9"/>
    <w:rsid w:val="00461EFC"/>
    <w:rsid w:val="004652C2"/>
    <w:rsid w:val="004706D1"/>
    <w:rsid w:val="00471326"/>
    <w:rsid w:val="00473555"/>
    <w:rsid w:val="0047598D"/>
    <w:rsid w:val="004840FD"/>
    <w:rsid w:val="00485F46"/>
    <w:rsid w:val="00490F7D"/>
    <w:rsid w:val="00491678"/>
    <w:rsid w:val="004968E2"/>
    <w:rsid w:val="004A3EEA"/>
    <w:rsid w:val="004A4D1F"/>
    <w:rsid w:val="004B3F0E"/>
    <w:rsid w:val="004C4F54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10D9"/>
    <w:rsid w:val="0056696D"/>
    <w:rsid w:val="0059484D"/>
    <w:rsid w:val="005A0855"/>
    <w:rsid w:val="005A3196"/>
    <w:rsid w:val="005B4390"/>
    <w:rsid w:val="005C080F"/>
    <w:rsid w:val="005C55E5"/>
    <w:rsid w:val="005C696A"/>
    <w:rsid w:val="005D33C1"/>
    <w:rsid w:val="005D3542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628D5"/>
    <w:rsid w:val="0066604E"/>
    <w:rsid w:val="00671958"/>
    <w:rsid w:val="00675843"/>
    <w:rsid w:val="00687281"/>
    <w:rsid w:val="00696477"/>
    <w:rsid w:val="00697A0E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768"/>
    <w:rsid w:val="0081554D"/>
    <w:rsid w:val="0081707E"/>
    <w:rsid w:val="00832F78"/>
    <w:rsid w:val="008449B3"/>
    <w:rsid w:val="00850E19"/>
    <w:rsid w:val="008552A2"/>
    <w:rsid w:val="0085747A"/>
    <w:rsid w:val="00883217"/>
    <w:rsid w:val="00884922"/>
    <w:rsid w:val="00885F64"/>
    <w:rsid w:val="008866B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79A"/>
    <w:rsid w:val="008E64F4"/>
    <w:rsid w:val="008F12C9"/>
    <w:rsid w:val="008F2E02"/>
    <w:rsid w:val="008F6E29"/>
    <w:rsid w:val="00916188"/>
    <w:rsid w:val="00923D7D"/>
    <w:rsid w:val="00943300"/>
    <w:rsid w:val="009508DF"/>
    <w:rsid w:val="00950DAC"/>
    <w:rsid w:val="00954A07"/>
    <w:rsid w:val="00956DB9"/>
    <w:rsid w:val="009806AC"/>
    <w:rsid w:val="00997F14"/>
    <w:rsid w:val="009A78D9"/>
    <w:rsid w:val="009C3E31"/>
    <w:rsid w:val="009C54AE"/>
    <w:rsid w:val="009C788E"/>
    <w:rsid w:val="009D366B"/>
    <w:rsid w:val="009D3F3B"/>
    <w:rsid w:val="009E0543"/>
    <w:rsid w:val="009E3B41"/>
    <w:rsid w:val="009E4D61"/>
    <w:rsid w:val="009E66FF"/>
    <w:rsid w:val="009F3562"/>
    <w:rsid w:val="009F3C5C"/>
    <w:rsid w:val="009F4610"/>
    <w:rsid w:val="00A00ECC"/>
    <w:rsid w:val="00A155EE"/>
    <w:rsid w:val="00A2245B"/>
    <w:rsid w:val="00A25726"/>
    <w:rsid w:val="00A25E47"/>
    <w:rsid w:val="00A30110"/>
    <w:rsid w:val="00A36899"/>
    <w:rsid w:val="00A370B1"/>
    <w:rsid w:val="00A371F6"/>
    <w:rsid w:val="00A3770F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382"/>
    <w:rsid w:val="00B90885"/>
    <w:rsid w:val="00BA205E"/>
    <w:rsid w:val="00BB520A"/>
    <w:rsid w:val="00BC12A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B09"/>
    <w:rsid w:val="00C56036"/>
    <w:rsid w:val="00C61DC5"/>
    <w:rsid w:val="00C67E92"/>
    <w:rsid w:val="00C70A26"/>
    <w:rsid w:val="00C71C3B"/>
    <w:rsid w:val="00C766DF"/>
    <w:rsid w:val="00C81146"/>
    <w:rsid w:val="00C86770"/>
    <w:rsid w:val="00C94B98"/>
    <w:rsid w:val="00CA2B96"/>
    <w:rsid w:val="00CA5089"/>
    <w:rsid w:val="00CD6897"/>
    <w:rsid w:val="00CE5BAC"/>
    <w:rsid w:val="00CF25BE"/>
    <w:rsid w:val="00CF4284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5001"/>
    <w:rsid w:val="00D552B2"/>
    <w:rsid w:val="00D563A1"/>
    <w:rsid w:val="00D604CD"/>
    <w:rsid w:val="00D608D1"/>
    <w:rsid w:val="00D61BD1"/>
    <w:rsid w:val="00D74119"/>
    <w:rsid w:val="00D8075B"/>
    <w:rsid w:val="00D823A0"/>
    <w:rsid w:val="00D8678B"/>
    <w:rsid w:val="00DA2114"/>
    <w:rsid w:val="00DD51D9"/>
    <w:rsid w:val="00DE09C0"/>
    <w:rsid w:val="00DE4A14"/>
    <w:rsid w:val="00DE5EE6"/>
    <w:rsid w:val="00DE6B52"/>
    <w:rsid w:val="00DF0BEF"/>
    <w:rsid w:val="00DF0DC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85EE-5C08-45E8-BC03-345D8DF9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148</TotalTime>
  <Pages>5</Pages>
  <Words>1169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12</cp:revision>
  <cp:lastPrinted>2019-02-06T12:12:00Z</cp:lastPrinted>
  <dcterms:created xsi:type="dcterms:W3CDTF">2024-09-14T00:02:00Z</dcterms:created>
  <dcterms:modified xsi:type="dcterms:W3CDTF">2025-06-30T09:16:00Z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c4dfe570981d895de745c6700f109925be18e6593325c799a133213ed955024f</vt:lpwstr>
  </property>
</Properties>
</file>